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auto"/>
        <w:ind w:left="3367" w:right="3346"/>
        <w:jc w:val="center"/>
        <w:rPr>
          <w:rFonts w:ascii="Arial" w:hAnsi="Arial" w:cs="Arial" w:eastAsia="Arial"/>
          <w:sz w:val="36"/>
          <w:szCs w:val="36"/>
        </w:rPr>
      </w:pPr>
      <w:rPr/>
      <w:r>
        <w:rPr>
          <w:rFonts w:ascii="Arial" w:hAnsi="Arial" w:cs="Arial" w:eastAsia="Arial"/>
          <w:sz w:val="36"/>
          <w:szCs w:val="36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36"/>
          <w:szCs w:val="36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XO</w:t>
      </w:r>
      <w:r>
        <w:rPr>
          <w:rFonts w:ascii="Arial" w:hAnsi="Arial" w:cs="Arial" w:eastAsia="Arial"/>
          <w:sz w:val="36"/>
          <w:szCs w:val="36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36"/>
          <w:szCs w:val="36"/>
          <w:spacing w:val="0"/>
          <w:w w:val="100"/>
          <w:b/>
          <w:bCs/>
        </w:rPr>
        <w:t>IV</w:t>
      </w:r>
      <w:r>
        <w:rPr>
          <w:rFonts w:ascii="Arial" w:hAnsi="Arial" w:cs="Arial" w:eastAsia="Arial"/>
          <w:sz w:val="36"/>
          <w:szCs w:val="36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80" w:lineRule="auto"/>
        <w:ind w:left="112" w:right="100"/>
        <w:jc w:val="center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7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2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ENDI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23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ECO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32"/>
          <w:szCs w:val="32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3"/>
          <w:w w:val="99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4"/>
          <w:w w:val="99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L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Ç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Ã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32"/>
          <w:szCs w:val="32"/>
          <w:spacing w:val="4"/>
          <w:w w:val="100"/>
          <w:b/>
          <w:bCs/>
        </w:rPr>
        <w:t>B</w:t>
      </w:r>
      <w:r>
        <w:rPr>
          <w:rFonts w:ascii="Arial" w:hAnsi="Arial" w:cs="Arial" w:eastAsia="Arial"/>
          <w:sz w:val="32"/>
          <w:szCs w:val="3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7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SORC</w:t>
      </w:r>
      <w:r>
        <w:rPr>
          <w:rFonts w:ascii="Arial" w:hAnsi="Arial" w:cs="Arial" w:eastAsia="Arial"/>
          <w:sz w:val="32"/>
          <w:szCs w:val="32"/>
          <w:spacing w:val="6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7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5"/>
          <w:w w:val="99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4"/>
          <w:w w:val="99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EI</w:t>
      </w:r>
      <w:r>
        <w:rPr>
          <w:rFonts w:ascii="Arial" w:hAnsi="Arial" w:cs="Arial" w:eastAsia="Arial"/>
          <w:sz w:val="32"/>
          <w:szCs w:val="32"/>
          <w:spacing w:val="5"/>
          <w:w w:val="99"/>
          <w:b/>
          <w:bCs/>
        </w:rPr>
        <w:t>R</w:t>
      </w:r>
      <w:r>
        <w:rPr>
          <w:rFonts w:ascii="Arial" w:hAnsi="Arial" w:cs="Arial" w:eastAsia="Arial"/>
          <w:sz w:val="32"/>
          <w:szCs w:val="32"/>
          <w:spacing w:val="-7"/>
          <w:w w:val="99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0"/>
          <w:w w:val="99"/>
          <w:b/>
          <w:bCs/>
        </w:rPr>
        <w:t>S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354" w:right="3334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Dez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mbro/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40"/>
          <w:pgMar w:top="1560" w:bottom="280" w:left="1680" w:right="1680"/>
        </w:sectPr>
      </w:pPr>
      <w:rPr/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3749" w:right="3752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64" w:right="7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ÇÃO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</w:p>
    <w:p>
      <w:pPr>
        <w:spacing w:before="0" w:after="0" w:line="240" w:lineRule="auto"/>
        <w:ind w:left="64" w:right="7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TÓ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Ç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Ã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Ç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Ã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ESTRAT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Ô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UÇÃO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ÇÃO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Â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ÁF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RAESTRUT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ESTUDO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OCAÇÃO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ÊN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EÇÕES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</w:p>
    <w:p>
      <w:pPr>
        <w:spacing w:before="0" w:after="0" w:line="240" w:lineRule="auto"/>
        <w:ind w:left="64" w:right="7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Ú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Ç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ÃO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OCUPAÇÃO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</w:p>
    <w:p>
      <w:pPr>
        <w:spacing w:before="0" w:after="0" w:line="240" w:lineRule="auto"/>
        <w:ind w:left="58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Mix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ç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ã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tual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22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ÇÃO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É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24</w:t>
      </w:r>
    </w:p>
    <w:p>
      <w:pPr>
        <w:spacing w:before="0" w:after="0" w:line="240" w:lineRule="auto"/>
        <w:ind w:left="34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CÁ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</w:p>
    <w:p>
      <w:pPr>
        <w:spacing w:before="0" w:after="0" w:line="240" w:lineRule="auto"/>
        <w:ind w:left="64" w:right="7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EXPECTA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GERAÇÃO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</w:t>
      </w:r>
    </w:p>
    <w:p>
      <w:pPr>
        <w:spacing w:before="0" w:after="0" w:line="240" w:lineRule="auto"/>
        <w:ind w:left="64" w:right="71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USÕES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------------------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</w:t>
      </w:r>
    </w:p>
    <w:p>
      <w:pPr>
        <w:jc w:val="center"/>
        <w:spacing w:after="0"/>
        <w:sectPr>
          <w:pgNumType w:start="1"/>
          <w:pgMar w:footer="759" w:header="0" w:top="1560" w:bottom="940" w:left="1600" w:right="1580"/>
          <w:footerReference w:type="default" r:id="rId5"/>
          <w:pgSz w:w="11920" w:h="16840"/>
        </w:sectPr>
      </w:pPr>
      <w:rPr/>
    </w:p>
    <w:p>
      <w:pPr>
        <w:spacing w:before="76" w:after="0" w:line="240" w:lineRule="auto"/>
        <w:ind w:left="102" w:right="694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ODU</w:t>
      </w:r>
      <w:r>
        <w:rPr>
          <w:rFonts w:ascii="Arial" w:hAnsi="Arial" w:cs="Arial" w:eastAsia="Arial"/>
          <w:sz w:val="24"/>
          <w:szCs w:val="24"/>
          <w:spacing w:val="4"/>
          <w:w w:val="100"/>
          <w:b/>
          <w:bCs/>
        </w:rPr>
        <w:t>Ç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ciais,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icos,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iz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tista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rática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rk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g</w:t>
      </w:r>
      <w:r>
        <w:rPr>
          <w:rFonts w:ascii="Arial" w:hAnsi="Arial" w:cs="Arial" w:eastAsia="Arial"/>
          <w:sz w:val="24"/>
          <w:szCs w:val="24"/>
          <w:spacing w:val="-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jus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6" w:after="0" w:line="240" w:lineRule="auto"/>
        <w:ind w:left="102" w:right="754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ESCOPO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261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rês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“áre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Fin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ABC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rão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6" w:after="0" w:line="240" w:lineRule="auto"/>
        <w:ind w:left="102" w:right="603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RFIL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ICI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rais.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6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ª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6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lém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(IB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2" w:after="0" w:line="240" w:lineRule="auto"/>
        <w:ind w:left="102" w:right="701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Está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570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ASPE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ÓR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I,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Naci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jame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rúr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60" w:lineRule="auto"/>
        <w:ind w:left="102" w:right="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iscal.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ABC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Assim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reta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trias;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rúr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ico,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cust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rtura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les,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ica,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ia.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419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ité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Bicas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(ao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l)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BH,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ssibil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9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Nort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3" w:after="0" w:line="360" w:lineRule="auto"/>
        <w:ind w:left="102" w:right="427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Nord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040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Ness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Nord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tim,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BH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BH,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Dias)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BCD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sta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Nord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BH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BR0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Bras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Cur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20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BR3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82" w:right="618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571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479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km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560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529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km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56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604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km</w:t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635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Bras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km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82" w:right="600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2" w:right="588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ASPE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482" w:right="41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482" w:right="42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(PI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rais.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16" w:right="4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71" w:lineRule="exact"/>
        <w:ind w:left="2528" w:right="2504"/>
        <w:jc w:val="center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137.539993pt;margin-top:38.735832pt;width:391.89998pt;height:.1pt;mso-position-horizontal-relative:page;mso-position-vertical-relative:paragraph;z-index:-1473" coordorigin="2751,775" coordsize="7838,2">
            <v:shape style="position:absolute;left:2751;top:775;width:7838;height:2" coordorigin="2751,775" coordsize="7838,0" path="m2751,775l10589,775e" filled="f" stroked="t" strokeweight=".5800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tim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rais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9.48" w:type="dxa"/>
      </w:tblPr>
      <w:tblGrid/>
      <w:tr>
        <w:trPr>
          <w:trHeight w:val="738" w:hRule="exact"/>
        </w:trPr>
        <w:tc>
          <w:tcPr>
            <w:tcW w:w="1430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13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-2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position w:val="-2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-2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position w:val="-2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position w:val="-2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-2"/>
              </w:rPr>
              <w:t>to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position w:val="0"/>
              </w:rPr>
            </w:r>
          </w:p>
        </w:tc>
        <w:tc>
          <w:tcPr>
            <w:tcW w:w="1676" w:type="dxa"/>
            <w:tcBorders>
              <w:top w:val="single" w:sz="4.639840" w:space="0" w:color="000000"/>
              <w:bottom w:val="nil" w:sz="6" w:space="0" w:color="auto"/>
              <w:left w:val="single" w:sz="4.640" w:space="0" w:color="000000"/>
              <w:right w:val="nil" w:sz="6" w:space="0" w:color="auto"/>
            </w:tcBorders>
          </w:tcPr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right="86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2002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92" w:type="dxa"/>
            <w:gridSpan w:val="2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29" w:lineRule="exact"/>
              <w:ind w:left="772" w:right="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erí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4" w:right="13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2005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0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532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4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right="11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39840" w:space="0" w:color="000000"/>
              <w:bottom w:val="nil" w:sz="6" w:space="0" w:color="auto"/>
              <w:left w:val="nil" w:sz="6" w:space="0" w:color="auto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0" w:hRule="exact"/>
        </w:trPr>
        <w:tc>
          <w:tcPr>
            <w:tcW w:w="1430" w:type="dxa"/>
            <w:tcBorders>
              <w:top w:val="nil" w:sz="6" w:space="0" w:color="auto"/>
              <w:bottom w:val="nil" w:sz="6" w:space="0" w:color="auto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676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1030" w:type="dxa"/>
            <w:tcBorders>
              <w:top w:val="nil" w:sz="6" w:space="0" w:color="auto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532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60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870" w:type="dxa"/>
            <w:tcBorders>
              <w:top w:val="nil" w:sz="6" w:space="0" w:color="auto"/>
              <w:bottom w:val="single" w:sz="4.64032" w:space="0" w:color="000000"/>
              <w:left w:val="nil" w:sz="6" w:space="0" w:color="auto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1532" w:type="dxa"/>
            <w:tcBorders>
              <w:top w:val="nil" w:sz="6" w:space="0" w:color="auto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1030" w:type="dxa"/>
            <w:tcBorders>
              <w:top w:val="nil" w:sz="6" w:space="0" w:color="auto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1046" w:hRule="exact"/>
        </w:trPr>
        <w:tc>
          <w:tcPr>
            <w:tcW w:w="1430" w:type="dxa"/>
            <w:tcBorders>
              <w:top w:val="nil" w:sz="6" w:space="0" w:color="auto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13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erno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7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401" w:right="38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79" w:right="36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34" w:right="11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R$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.0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19" w:right="3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04" w:right="18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78" w:right="26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i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R$)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31" w:right="31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07" w:right="29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62" w:right="4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R$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.0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870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65" w:right="3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50" w:right="18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R$)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32" w:right="31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308" w:right="29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tes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62" w:right="4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R$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.0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19" w:right="3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04" w:right="18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278" w:right="26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i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R$)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43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1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13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1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143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45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67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26" w:lineRule="exact"/>
              <w:ind w:left="24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0" w:after="0" w:line="261" w:lineRule="exact"/>
        <w:ind w:left="137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0" w:footer="759" w:top="1560" w:bottom="940" w:left="1220" w:right="1220"/>
          <w:pgSz w:w="11920" w:h="16840"/>
        </w:sectPr>
      </w:pPr>
      <w:rPr/>
    </w:p>
    <w:p>
      <w:pPr>
        <w:spacing w:before="78" w:after="0" w:line="359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26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29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três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PIB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</w:p>
    <w:p>
      <w:pPr>
        <w:spacing w:before="5" w:after="0" w:line="359" w:lineRule="auto"/>
        <w:ind w:left="102" w:right="6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1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%.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Esse</w:t>
      </w:r>
      <w:r>
        <w:rPr>
          <w:rFonts w:ascii="Arial" w:hAnsi="Arial" w:cs="Arial" w:eastAsia="Arial"/>
          <w:sz w:val="24"/>
          <w:szCs w:val="24"/>
          <w:spacing w:val="5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iços,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stá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inscr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1" w:lineRule="auto"/>
        <w:ind w:left="102" w:right="6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PIB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R$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(4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%),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%).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68" w:after="0" w:line="271" w:lineRule="exact"/>
        <w:ind w:left="10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ios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lor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–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0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Fo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ret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isas,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is.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9.173996pt;margin-top:-382.934143pt;width:437.09599pt;height:363.89pt;mso-position-horizontal-relative:page;mso-position-vertical-relative:paragraph;z-index:-1472" coordorigin="1583,-7659" coordsize="8742,7278">
            <v:group style="position:absolute;left:1589;top:-7653;width:8730;height:2" coordorigin="1589,-7653" coordsize="8730,2">
              <v:shape style="position:absolute;left:1589;top:-7653;width:8730;height:2" coordorigin="1589,-7653" coordsize="8730,0" path="m1589,-7653l10320,-7653e" filled="f" stroked="t" strokeweight=".580pt" strokecolor="#000000">
                <v:path arrowok="t"/>
              </v:shape>
            </v:group>
            <v:group style="position:absolute;left:1594;top:-7648;width:2;height:7257" coordorigin="1594,-7648" coordsize="2,7257">
              <v:shape style="position:absolute;left:1594;top:-7648;width:2;height:7257" coordorigin="1594,-7648" coordsize="0,7257" path="m1594,-7648l1594,-391e" filled="f" stroked="t" strokeweight=".580pt" strokecolor="#000000">
                <v:path arrowok="t"/>
              </v:shape>
            </v:group>
            <v:group style="position:absolute;left:10315;top:-7648;width:2;height:7257" coordorigin="10315,-7648" coordsize="2,7257">
              <v:shape style="position:absolute;left:10315;top:-7648;width:2;height:7257" coordorigin="10315,-7648" coordsize="0,7257" path="m10315,-7648l10315,-391e" filled="f" stroked="t" strokeweight=".579980pt" strokecolor="#000000">
                <v:path arrowok="t"/>
              </v:shape>
              <v:shape style="position:absolute;left:1702;top:-7223;width:8500;height:6269" type="#_x0000_t75">
                <v:imagedata r:id="rId6" o:title=""/>
              </v:shape>
            </v:group>
            <v:group style="position:absolute;left:1589;top:-7230;width:8730;height:2" coordorigin="1589,-7230" coordsize="8730,2">
              <v:shape style="position:absolute;left:1589;top:-7230;width:8730;height:2" coordorigin="1589,-7230" coordsize="8730,0" path="m1589,-7230l10320,-7230e" filled="f" stroked="t" strokeweight=".580pt" strokecolor="#000000">
                <v:path arrowok="t"/>
              </v:shape>
            </v:group>
            <v:group style="position:absolute;left:1589;top:-811;width:8730;height:2" coordorigin="1589,-811" coordsize="8730,2">
              <v:shape style="position:absolute;left:1589;top:-811;width:8730;height:2" coordorigin="1589,-811" coordsize="8730,0" path="m1589,-811l10320,-811e" filled="f" stroked="t" strokeweight=".58001pt" strokecolor="#000000">
                <v:path arrowok="t"/>
              </v:shape>
            </v:group>
            <v:group style="position:absolute;left:1589;top:-387;width:8730;height:2" coordorigin="1589,-387" coordsize="8730,2">
              <v:shape style="position:absolute;left:1589;top:-387;width:8730;height:2" coordorigin="1589,-387" coordsize="8730,0" path="m1589,-387l10320,-387e" filled="f" stroked="t" strokeweight=".58001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º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ruto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,6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r/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iniciou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iba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R$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rea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issão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ia,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rea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jc w:val="both"/>
        <w:spacing w:after="0"/>
        <w:sectPr>
          <w:pgMar w:header="0" w:footer="759" w:top="134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</w:p>
    <w:p>
      <w:pPr>
        <w:spacing w:before="6" w:after="0" w:line="240" w:lineRule="auto"/>
        <w:ind w:left="102" w:right="79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396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EVO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PREGOS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râ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inicia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cresc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ral,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té</w:t>
      </w:r>
      <w:r>
        <w:rPr>
          <w:rFonts w:ascii="Arial" w:hAnsi="Arial" w:cs="Arial" w:eastAsia="Arial"/>
          <w:sz w:val="24"/>
          <w:szCs w:val="24"/>
          <w:spacing w:val="1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rusc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ise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8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9.174011pt;margin-top:62.105881pt;width:437.09596pt;height:285.029980pt;mso-position-horizontal-relative:page;mso-position-vertical-relative:paragraph;z-index:-1471" coordorigin="1583,1242" coordsize="8742,5701">
            <v:group style="position:absolute;left:1589;top:1248;width:8730;height:2" coordorigin="1589,1248" coordsize="8730,2">
              <v:shape style="position:absolute;left:1589;top:1248;width:8730;height:2" coordorigin="1589,1248" coordsize="8730,0" path="m1589,1248l10320,1248e" filled="f" stroked="t" strokeweight=".579980pt" strokecolor="#000000">
                <v:path arrowok="t"/>
              </v:shape>
            </v:group>
            <v:group style="position:absolute;left:1594;top:1253;width:2;height:5679" coordorigin="1594,1253" coordsize="2,5679">
              <v:shape style="position:absolute;left:1594;top:1253;width:2;height:5679" coordorigin="1594,1253" coordsize="0,5679" path="m1594,1253l1594,6932e" filled="f" stroked="t" strokeweight=".580pt" strokecolor="#000000">
                <v:path arrowok="t"/>
              </v:shape>
            </v:group>
            <v:group style="position:absolute;left:10315;top:1253;width:2;height:5679" coordorigin="10315,1253" coordsize="2,5679">
              <v:shape style="position:absolute;left:10315;top:1253;width:2;height:5679" coordorigin="10315,1253" coordsize="0,5679" path="m10315,1253l10315,6932e" filled="f" stroked="t" strokeweight=".579980pt" strokecolor="#000000">
                <v:path arrowok="t"/>
              </v:shape>
              <v:shape style="position:absolute;left:1702;top:1678;width:8503;height:5113" type="#_x0000_t75">
                <v:imagedata r:id="rId7" o:title=""/>
              </v:shape>
            </v:group>
            <v:group style="position:absolute;left:1589;top:1673;width:8730;height:2" coordorigin="1589,1673" coordsize="8730,2">
              <v:shape style="position:absolute;left:1589;top:1673;width:8730;height:2" coordorigin="1589,1673" coordsize="8730,0" path="m1589,1673l10320,1673e" filled="f" stroked="t" strokeweight=".579980pt" strokecolor="#000000">
                <v:path arrowok="t"/>
              </v:shape>
            </v:group>
            <v:group style="position:absolute;left:1589;top:6937;width:8730;height:2" coordorigin="1589,6937" coordsize="8730,2">
              <v:shape style="position:absolute;left:1589;top:6937;width:8730;height:2" coordorigin="1589,6937" coordsize="8730,0" path="m1589,6937l10320,6937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2" w:right="208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s)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79.162018pt;margin-top:148.785858pt;width:437.00001pt;height:332.46001pt;mso-position-horizontal-relative:page;mso-position-vertical-relative:paragraph;z-index:-1470" coordorigin="1583,2976" coordsize="8740,6649">
            <v:group style="position:absolute;left:1589;top:2982;width:8728;height:2" coordorigin="1589,2982" coordsize="8728,2">
              <v:shape style="position:absolute;left:1589;top:2982;width:8728;height:2" coordorigin="1589,2982" coordsize="8728,0" path="m1589,2982l10317,2982e" filled="f" stroked="t" strokeweight=".58001pt" strokecolor="#000000">
                <v:path arrowok="t"/>
              </v:shape>
            </v:group>
            <v:group style="position:absolute;left:1594;top:2986;width:2;height:6627" coordorigin="1594,2986" coordsize="2,6627">
              <v:shape style="position:absolute;left:1594;top:2986;width:2;height:6627" coordorigin="1594,2986" coordsize="0,6627" path="m1594,2986l1594,9614e" filled="f" stroked="t" strokeweight=".580pt" strokecolor="#000000">
                <v:path arrowok="t"/>
              </v:shape>
            </v:group>
            <v:group style="position:absolute;left:10312;top:2986;width:2;height:6627" coordorigin="10312,2986" coordsize="2,6627">
              <v:shape style="position:absolute;left:10312;top:2986;width:2;height:6627" coordorigin="10312,2986" coordsize="0,6627" path="m10312,2986l10312,9614e" filled="f" stroked="t" strokeweight=".58004pt" strokecolor="#000000">
                <v:path arrowok="t"/>
              </v:shape>
              <v:shape style="position:absolute;left:1702;top:3412;width:8500;height:6063" type="#_x0000_t75">
                <v:imagedata r:id="rId8" o:title=""/>
              </v:shape>
            </v:group>
            <v:group style="position:absolute;left:1589;top:3407;width:8728;height:2" coordorigin="1589,3407" coordsize="8728,2">
              <v:shape style="position:absolute;left:1589;top:3407;width:8728;height:2" coordorigin="1589,3407" coordsize="8728,0" path="m1589,3407l10317,3407e" filled="f" stroked="t" strokeweight=".580pt" strokecolor="#000000">
                <v:path arrowok="t"/>
              </v:shape>
            </v:group>
            <v:group style="position:absolute;left:1589;top:9619;width:8728;height:2" coordorigin="1589,9619" coordsize="8728,2">
              <v:shape style="position:absolute;left:1589;top:9619;width:8728;height:2" coordorigin="1589,9619" coordsize="8728,0" path="m1589,9619l10317,9619e" filled="f" stroked="t" strokeweight=".60397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ralel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lar,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rcela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1" w:lineRule="exact"/>
        <w:ind w:left="102" w:right="12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luç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tim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7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s)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ldo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2" w:right="534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ECADAÇÃO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ICMS,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ICMS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iscais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ICMS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R$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$</w:t>
      </w:r>
    </w:p>
    <w:p>
      <w:pPr>
        <w:spacing w:before="1" w:after="0" w:line="240" w:lineRule="auto"/>
        <w:ind w:left="102" w:right="507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,8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jur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Brasil,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3" w:after="0" w:line="240" w:lineRule="auto"/>
        <w:ind w:left="102" w:right="27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432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DINÂMICA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DEMOGRÁFICA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incre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56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incre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507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PERFIL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CONSU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Não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rasilei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cresc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PIB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ramos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ing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rça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incl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cial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,5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rão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,6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rais,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R$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638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INF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AES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ü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Proje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cresc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Nesse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(PAC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Vist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sico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lém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rê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cial.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Um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tras.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60" w:lineRule="auto"/>
        <w:ind w:left="102" w:right="6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rtecime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s)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ló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rçõ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’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ssibil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Nort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rçame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ló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$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587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MERC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stimular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i/>
        </w:rPr>
        <w:t>mi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  <w:i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61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rdim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</w:t>
      </w:r>
    </w:p>
    <w:p>
      <w:pPr>
        <w:spacing w:before="1" w:after="0" w:line="360" w:lineRule="auto"/>
        <w:ind w:left="102" w:right="5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).</w:t>
      </w:r>
      <w:r>
        <w:rPr>
          <w:rFonts w:ascii="Arial" w:hAnsi="Arial" w:cs="Arial" w:eastAsia="Arial"/>
          <w:sz w:val="24"/>
          <w:szCs w:val="24"/>
          <w:spacing w:val="5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5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r,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5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ité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6" w:lineRule="auto"/>
        <w:ind w:left="102" w:right="6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clu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rs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11" w:after="0" w:line="240" w:lineRule="auto"/>
        <w:ind w:left="102" w:right="66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10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751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.Fiat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/A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752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AP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79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.DI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735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.US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lus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rs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359" w:lineRule="auto"/>
        <w:ind w:left="102" w:right="6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²,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93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Fiat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/A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ras.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iços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Fiat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A.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té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5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Nos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cia,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%,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</w:p>
    <w:p>
      <w:pPr>
        <w:jc w:val="left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240" w:lineRule="auto"/>
        <w:ind w:left="102" w:right="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%,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802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%.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iores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classi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2" w:right="611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VA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OCAÇÃO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lores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R$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lores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135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-1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4.199905" w:type="dxa"/>
      </w:tblPr>
      <w:tblGrid/>
      <w:tr>
        <w:trPr>
          <w:trHeight w:val="356" w:hRule="exact"/>
        </w:trPr>
        <w:tc>
          <w:tcPr>
            <w:tcW w:w="419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M²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ê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34,1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12,9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3" w:hRule="exact"/>
        </w:trPr>
        <w:tc>
          <w:tcPr>
            <w:tcW w:w="41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Constru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ã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gís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11,5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ô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4,6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eroe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19,5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taçã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ário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14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2" w:right="482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ORRÊN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ROJEÇÕES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tros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263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les,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três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s: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jc w:val="both"/>
        <w:spacing w:after="0"/>
        <w:sectPr>
          <w:pgMar w:header="0" w:footer="759" w:top="156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44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té</w:t>
      </w:r>
    </w:p>
    <w:p>
      <w:pPr>
        <w:spacing w:before="6" w:after="0" w:line="240" w:lineRule="auto"/>
        <w:ind w:left="102" w:right="549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398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60" w:lineRule="auto"/>
        <w:ind w:left="102" w:right="525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lice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laç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632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74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44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72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rk;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579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548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494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708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54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54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723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4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660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romo;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2" w:right="57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    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Área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Fin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lém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iz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560" w:bottom="940" w:left="1600" w:right="1580"/>
          <w:pgSz w:w="11920" w:h="16840"/>
        </w:sectPr>
      </w:pPr>
      <w:rPr/>
    </w:p>
    <w:p>
      <w:pPr>
        <w:spacing w:before="76" w:after="0" w:line="240" w:lineRule="auto"/>
        <w:ind w:left="102" w:right="203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RFIL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Ú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TR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BET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408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DEFINIÇÃO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OCUP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ÃO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tim,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ram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Área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600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ix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trial.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ia,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1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000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mar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stima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271" w:lineRule="exact"/>
        <w:ind w:left="1444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s,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706.600037" w:type="dxa"/>
      </w:tblPr>
      <w:tblGrid/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ê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34,1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12,9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Constru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ã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3" w:hRule="exact"/>
        </w:trPr>
        <w:tc>
          <w:tcPr>
            <w:tcW w:w="41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gís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11,5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ô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4,6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eroe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19,5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taçã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ário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0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0" w:lineRule="auto"/>
        <w:ind w:left="102" w:right="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</w:t>
      </w:r>
      <w:r>
        <w:rPr>
          <w:rFonts w:ascii="Arial" w:hAnsi="Arial" w:cs="Arial" w:eastAsia="Arial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88" w:right="15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71" w:lineRule="exact"/>
        <w:ind w:left="3129" w:right="3127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51.479998" w:type="dxa"/>
      </w:tblPr>
      <w:tblGrid/>
      <w:tr>
        <w:trPr>
          <w:trHeight w:val="353" w:hRule="exact"/>
        </w:trPr>
        <w:tc>
          <w:tcPr>
            <w:tcW w:w="549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áreas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9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1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2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34" w:right="31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%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549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à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9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3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²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2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2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549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-1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erdes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9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²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2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549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96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²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2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Viár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PAC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isão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Além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Fiat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BR3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423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RATÉG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MIX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jo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5" w:after="0" w:line="359" w:lineRule="auto"/>
        <w:ind w:left="102" w:right="55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Além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isso,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stimati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isão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2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ste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lculo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5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stra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6" w:after="0" w:line="240" w:lineRule="auto"/>
        <w:ind w:left="102" w:right="439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DOS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MIX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lculo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Fiat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Assi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til,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ião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Hor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rticul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rcerá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².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icará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Plás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59" w:lineRule="auto"/>
        <w:ind w:left="824" w:right="529" w:firstLine="-262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ix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ciais,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1</w:t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93.799896" w:type="dxa"/>
      </w:tblPr>
      <w:tblGrid/>
      <w:tr>
        <w:trPr>
          <w:trHeight w:val="264" w:hRule="exact"/>
        </w:trPr>
        <w:tc>
          <w:tcPr>
            <w:tcW w:w="419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ocu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²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350" w:right="3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%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ê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4,0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2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1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1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1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7,0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8,0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19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1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Mate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Constru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ã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419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gís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2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25,0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ô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2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5,0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eroe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28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419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taçã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ário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300" w:right="2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5,0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419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544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29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left="22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6" w:after="0" w:line="240" w:lineRule="auto"/>
        <w:ind w:left="102" w:right="191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PEC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TI</w:t>
      </w:r>
      <w:r>
        <w:rPr>
          <w:rFonts w:ascii="Arial" w:hAnsi="Arial" w:cs="Arial" w:eastAsia="Arial"/>
          <w:sz w:val="24"/>
          <w:szCs w:val="24"/>
          <w:spacing w:val="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  <w:b/>
          <w:bCs/>
        </w:rPr>
        <w:t>Ç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PREGO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REN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Fin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ABC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rão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içõ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ibil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rem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rção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Des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rúr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rte),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144" w:right="140" w:firstLine="-96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47.399979" w:type="dxa"/>
      </w:tblPr>
      <w:tblGrid/>
      <w:tr>
        <w:trPr>
          <w:trHeight w:val="353" w:hRule="exact"/>
        </w:trPr>
        <w:tc>
          <w:tcPr>
            <w:tcW w:w="41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pregos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49" w:right="3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%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ê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1,95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a,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â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5,96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í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4,85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5,16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Mate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Constru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ã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3,28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gís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1,82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ô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ç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ão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7,32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3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eroe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3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2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41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taçã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&amp;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ário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27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2,09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41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36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30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61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16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Um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tral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jam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rúr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ico,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res.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6" w:after="0" w:line="240" w:lineRule="auto"/>
        <w:ind w:left="102" w:right="687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CON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LUSÕ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5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rtir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inist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trol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clu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clu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163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i/>
        </w:rPr>
        <w:t>b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f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í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cios</w:t>
      </w:r>
      <w:r>
        <w:rPr>
          <w:rFonts w:ascii="Arial" w:hAnsi="Arial" w:cs="Arial" w:eastAsia="Arial"/>
          <w:sz w:val="24"/>
          <w:szCs w:val="24"/>
          <w:color w:val="FF0000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e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ô</w:t>
      </w:r>
      <w:r>
        <w:rPr>
          <w:rFonts w:ascii="Arial" w:hAnsi="Arial" w:cs="Arial" w:eastAsia="Arial"/>
          <w:sz w:val="24"/>
          <w:szCs w:val="24"/>
          <w:color w:val="FF0000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icos</w:t>
      </w:r>
      <w:r>
        <w:rPr>
          <w:rFonts w:ascii="Arial" w:hAnsi="Arial" w:cs="Arial" w:eastAsia="Arial"/>
          <w:sz w:val="24"/>
          <w:szCs w:val="24"/>
          <w:color w:val="FF0000"/>
          <w:spacing w:val="2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ist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el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:</w:t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60" w:lineRule="auto"/>
        <w:ind w:left="822" w:right="66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is;</w:t>
      </w:r>
    </w:p>
    <w:p>
      <w:pPr>
        <w:spacing w:before="2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ral;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l;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60" w:lineRule="auto"/>
        <w:ind w:left="822" w:right="66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spacing w:before="1" w:after="0" w:line="240" w:lineRule="auto"/>
        <w:ind w:left="4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(de</w:t>
      </w:r>
      <w:r>
        <w:rPr>
          <w:rFonts w:ascii="Arial" w:hAnsi="Arial" w:cs="Arial" w:eastAsia="Arial"/>
          <w:sz w:val="24"/>
          <w:szCs w:val="24"/>
          <w:spacing w:val="4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)</w:t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718" w:lineRule="auto"/>
        <w:ind w:left="102" w:right="902" w:firstLine="7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l;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s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color w:val="FF0000"/>
          <w:spacing w:val="-3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000000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color w:val="000000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cios:</w:t>
      </w:r>
    </w:p>
    <w:p>
      <w:pPr>
        <w:spacing w:before="17" w:after="0" w:line="360" w:lineRule="auto"/>
        <w:ind w:left="822" w:right="65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ú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4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4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spacing w:before="5" w:after="0" w:line="359" w:lineRule="auto"/>
        <w:ind w:left="822" w:right="63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spacing w:before="6" w:after="0" w:line="360" w:lineRule="auto"/>
        <w:ind w:left="822" w:right="65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sicos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iços,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s;</w:t>
      </w:r>
    </w:p>
    <w:p>
      <w:pPr>
        <w:jc w:val="both"/>
        <w:spacing w:after="0"/>
        <w:sectPr>
          <w:pgMar w:header="0" w:footer="759" w:top="1320" w:bottom="940" w:left="1600" w:right="1580"/>
          <w:pgSz w:w="11920" w:h="16840"/>
        </w:sectPr>
      </w:pPr>
      <w:rPr/>
    </w:p>
    <w:p>
      <w:pPr>
        <w:spacing w:before="78" w:after="0" w:line="359" w:lineRule="auto"/>
        <w:ind w:left="822" w:right="64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roje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iár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389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No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â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i/>
        </w:rPr>
        <w:t>c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color w:val="FF0000"/>
          <w:spacing w:val="-3"/>
          <w:w w:val="100"/>
          <w:i/>
        </w:rPr>
        <w:t>m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u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it</w:t>
      </w:r>
      <w:r>
        <w:rPr>
          <w:rFonts w:ascii="Arial" w:hAnsi="Arial" w:cs="Arial" w:eastAsia="Arial"/>
          <w:sz w:val="24"/>
          <w:szCs w:val="24"/>
          <w:color w:val="FF0000"/>
          <w:spacing w:val="1"/>
          <w:w w:val="100"/>
          <w:i/>
        </w:rPr>
        <w:t>á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r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i/>
        </w:rPr>
        <w:t>i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color w:val="FF0000"/>
          <w:spacing w:val="3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é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rar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000000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color w:val="000000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000000"/>
          <w:spacing w:val="3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  <w:t>:</w:t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822" w:right="57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ir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4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rcuss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siti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sição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ó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í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io;</w:t>
      </w:r>
    </w:p>
    <w:p>
      <w:pPr>
        <w:spacing w:before="5" w:after="0" w:line="359" w:lineRule="auto"/>
        <w:ind w:left="822" w:right="64" w:firstLine="-3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Wingdings" w:hAnsi="Wingdings" w:cs="Wingdings" w:eastAsia="Wingdings"/>
          <w:sz w:val="24"/>
          <w:szCs w:val="24"/>
          <w:spacing w:val="0"/>
          <w:w w:val="100"/>
        </w:rPr>
        <w:t>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9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i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i/>
        </w:rPr>
        <w:t>l</w:t>
      </w:r>
      <w:r>
        <w:rPr>
          <w:rFonts w:ascii="Arial" w:hAnsi="Arial" w:cs="Arial" w:eastAsia="Arial"/>
          <w:sz w:val="24"/>
          <w:szCs w:val="24"/>
          <w:spacing w:val="5"/>
          <w:w w:val="100"/>
          <w:i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rcut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l;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0" w:lineRule="auto"/>
        <w:ind w:left="102" w:right="6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Fin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raç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Essa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lc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rç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õ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ista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rá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rsão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rur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ô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59" w:lineRule="auto"/>
        <w:ind w:left="102" w:right="6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Esti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lores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reço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é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relaç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lores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ê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cia,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à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icaç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ã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z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r.</w:t>
      </w:r>
    </w:p>
    <w:sectPr>
      <w:pgMar w:header="0" w:footer="759" w:top="1320" w:bottom="940" w:left="1600" w:right="158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339996pt;margin-top:792.983887pt;width:16.000001pt;height:14pt;mso-position-horizontal-relative:page;mso-position-vertical-relative:page;z-index:-1473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</dc:creator>
  <dcterms:created xsi:type="dcterms:W3CDTF">2012-04-03T08:03:56Z</dcterms:created>
  <dcterms:modified xsi:type="dcterms:W3CDTF">2012-04-03T08:03:56Z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2011-12-20T00:00:00Z</vt:filetime>
  </property>
  <property fmtid="{D5CDD505-2E9C-101B-9397-08002B2CF9AE}" pid="3" name="LastSaved">
    <vt:filetime>2012-04-03T00:00:00Z</vt:filetime>
  </property>
</Properties>
</file>